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9B" w:rsidRDefault="004F11FB" w:rsidP="004F11FB">
      <w:pPr>
        <w:pStyle w:val="Heading1"/>
      </w:pPr>
      <w:r>
        <w:rPr>
          <w:lang w:val="en-US"/>
        </w:rPr>
        <w:t>Fi</w:t>
      </w:r>
      <w:r>
        <w:t>șa 0</w:t>
      </w:r>
      <w:r w:rsidR="00B427B0">
        <w:t>1</w:t>
      </w:r>
      <w:r>
        <w:t xml:space="preserve"> </w:t>
      </w:r>
      <w:r w:rsidR="0067464D">
        <w:t xml:space="preserve">C# </w:t>
      </w:r>
      <w:r>
        <w:t xml:space="preserve">– </w:t>
      </w:r>
      <w:r w:rsidR="00EB25BB">
        <w:t>i</w:t>
      </w:r>
      <w:r w:rsidR="00B427B0">
        <w:t>ntroducere</w:t>
      </w:r>
    </w:p>
    <w:p w:rsidR="009F7552" w:rsidRPr="00B63EFE" w:rsidRDefault="00B427B0" w:rsidP="00B63EFE">
      <w:pPr>
        <w:rPr>
          <w:b/>
        </w:rPr>
      </w:pPr>
      <w:r w:rsidRPr="00B63EFE">
        <w:rPr>
          <w:b/>
        </w:rPr>
        <w:t>Prezentare mediu + instrucțiuni de intrare / ieșire</w:t>
      </w:r>
    </w:p>
    <w:p w:rsidR="002E3D04" w:rsidRDefault="002E3D04" w:rsidP="002E3D04">
      <w:r>
        <w:t>a) Citire date de la tastatură: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//șmecherie pentru afișare diacritice în consolă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//(setăm setul de caractere al consolei la UTF8)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.OutputEncoding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= System.Text.</w:t>
      </w:r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UTF8Encoding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.UTF8;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i;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float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f;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s;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//citire date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număr întreg : "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i = </w:t>
      </w:r>
      <w:proofErr w:type="spellStart"/>
      <w:r w:rsidRPr="008459C0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.Parse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 </w:t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 w:rsid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() );</w:t>
      </w:r>
    </w:p>
    <w:p w:rsidR="00C05D2B" w:rsidRPr="008459C0" w:rsidRDefault="008459C0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//șirul citit se transformă în nr. întreg cu funcția </w:t>
      </w:r>
      <w:proofErr w:type="spellStart"/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int.Parse</w:t>
      </w:r>
      <w:proofErr w:type="spellEnd"/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()</w:t>
      </w:r>
    </w:p>
    <w:p w:rsid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C05D2B" w:rsidRPr="008459C0" w:rsidRDefault="008459C0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="00C05D2B"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număr real : "</w:t>
      </w:r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f = </w:t>
      </w:r>
      <w:proofErr w:type="spellStart"/>
      <w:r w:rsidRPr="008459C0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float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.Parse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()); </w:t>
      </w:r>
    </w:p>
    <w:p w:rsidR="00C05D2B" w:rsidRPr="008459C0" w:rsidRDefault="008459C0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//șirul citit se transformă în nr. real cu funcția </w:t>
      </w:r>
      <w:proofErr w:type="spellStart"/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float.Parse</w:t>
      </w:r>
      <w:proofErr w:type="spellEnd"/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()</w:t>
      </w:r>
    </w:p>
    <w:p w:rsid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C05D2B" w:rsidRPr="008459C0" w:rsidRDefault="008459C0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="00C05D2B"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 w:rsidR="00C05D2B"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șir : "</w:t>
      </w:r>
      <w:r w:rsidR="00C05D2B"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s = </w:t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();</w:t>
      </w:r>
    </w:p>
    <w:p w:rsid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C05D2B" w:rsidRPr="008459C0" w:rsidRDefault="008459C0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C05D2B" w:rsidRPr="008459C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C05D2B" w:rsidRPr="008459C0" w:rsidRDefault="00C05D2B" w:rsidP="008459C0">
      <w:pPr>
        <w:tabs>
          <w:tab w:val="clear" w:pos="851"/>
          <w:tab w:val="left" w:pos="28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8459C0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</w:t>
      </w:r>
      <w:proofErr w:type="spellStart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</w:t>
      </w:r>
      <w:proofErr w:type="spellEnd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\</w:t>
      </w:r>
      <w:proofErr w:type="spellStart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nGata</w:t>
      </w:r>
      <w:proofErr w:type="spellEnd"/>
      <w:r w:rsidRPr="008459C0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! "</w:t>
      </w:r>
      <w:r w:rsidRPr="008459C0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BB6E4D" w:rsidRDefault="00BB6E4D" w:rsidP="002E3D04"/>
    <w:p w:rsidR="002E3D04" w:rsidRDefault="002E3D04" w:rsidP="002E3D04">
      <w:r>
        <w:t>b) Afișare date pe ecran:</w:t>
      </w:r>
    </w:p>
    <w:p w:rsidR="00C50778" w:rsidRPr="00C50778" w:rsidRDefault="00C50778" w:rsidP="00C50778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50778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//afișare</w:t>
      </w:r>
    </w:p>
    <w:p w:rsidR="00C50778" w:rsidRPr="00C50778" w:rsidRDefault="00C50778" w:rsidP="00C50778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C50778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numărul întreg {0}"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i);</w:t>
      </w:r>
    </w:p>
    <w:p w:rsidR="00C50778" w:rsidRPr="00C50778" w:rsidRDefault="00C50778" w:rsidP="00C50778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C50778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numărul real {0}"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f);</w:t>
      </w:r>
    </w:p>
    <w:p w:rsidR="00C50778" w:rsidRPr="00C50778" w:rsidRDefault="00C50778" w:rsidP="00C50778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C50778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șirul \"{0}\""</w:t>
      </w:r>
      <w:r w:rsidRPr="00C5077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s);</w:t>
      </w:r>
    </w:p>
    <w:p w:rsidR="002E3D04" w:rsidRDefault="002E3D04" w:rsidP="002E3D04"/>
    <w:p w:rsidR="00443C92" w:rsidRDefault="00010D21" w:rsidP="002E3D04">
      <w:r>
        <w:tab/>
      </w:r>
      <w:r w:rsidR="00443C92">
        <w:t xml:space="preserve">În instrucțiunile de mai sus notația </w:t>
      </w:r>
      <w:r w:rsidR="00443C92"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{0</w:t>
      </w:r>
      <w:r w:rsidR="00443C92" w:rsidRPr="00443C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}</w:t>
      </w:r>
      <w:r w:rsidR="00443C92" w:rsidRPr="00443C92">
        <w:t xml:space="preserve"> se</w:t>
      </w:r>
      <w:r w:rsidR="00443C92">
        <w:t xml:space="preserve">mnifică „poziția la care se va afișa prima valoare” din cele care urmează după virgulă. Notația </w:t>
      </w:r>
      <w:r w:rsidR="00443C92" w:rsidRPr="00C5077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\"</w:t>
      </w:r>
      <w:r w:rsidR="00443C92">
        <w:t xml:space="preserve"> se folosește pentru a afișa ghilimele.</w:t>
      </w:r>
    </w:p>
    <w:p w:rsidR="00443C92" w:rsidRDefault="00443C92" w:rsidP="002E3D04"/>
    <w:p w:rsidR="008B38F4" w:rsidRPr="008B38F4" w:rsidRDefault="008B38F4" w:rsidP="002E3D04">
      <w:pPr>
        <w:rPr>
          <w:b/>
        </w:rPr>
      </w:pPr>
      <w:r w:rsidRPr="008B38F4">
        <w:rPr>
          <w:b/>
        </w:rPr>
        <w:t>Tratare excepții</w:t>
      </w:r>
    </w:p>
    <w:p w:rsidR="008B38F4" w:rsidRDefault="00010D21" w:rsidP="002E3D04">
      <w:r>
        <w:tab/>
      </w:r>
      <w:r w:rsidR="008B38F4">
        <w:t>Ce se întâmplă dacă în programul de mai sus utilizatorul introduce un text când i se cere un număr întreg?</w:t>
      </w:r>
    </w:p>
    <w:p w:rsidR="00D12737" w:rsidRDefault="00010D21" w:rsidP="002E3D04">
      <w:r>
        <w:tab/>
      </w:r>
      <w:r w:rsidR="00D12737">
        <w:t xml:space="preserve">O </w:t>
      </w:r>
      <w:r w:rsidR="00D12737" w:rsidRPr="00D12737">
        <w:rPr>
          <w:b/>
          <w:i/>
        </w:rPr>
        <w:t>excepție</w:t>
      </w:r>
      <w:r w:rsidR="00D12737">
        <w:t xml:space="preserve"> este un eveniment care se produce din motive independente de voința programatorului</w:t>
      </w:r>
      <w:r w:rsidR="00D0246A">
        <w:t>: utilizatorul face prostii sau acțiuni neprevăzute, defecțiuni hardware etc</w:t>
      </w:r>
      <w:r w:rsidR="00D12737">
        <w:t>. Limbajul C# are un mecanism de tratare a excepțiilor care ne permite să includem în program un grup de instrucțiuni care se execută în cazul în care se produ</w:t>
      </w:r>
      <w:r w:rsidR="00AA3425">
        <w:t>ce o excepție. Folosind acest mecanism programul de mai sus se poate scrie în forma: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//șmecherie pentru afișare diacritice în consolă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//(setăm setul de caractere al consolei la UTF8)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.OutputEncoding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= System.Text.</w:t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UTF8Encoding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.UTF8;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float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f;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try</w:t>
      </w:r>
      <w:proofErr w:type="spellEnd"/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//citire date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număr întreg : 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i = </w:t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.Parse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()); 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//șirul citit se transformă în nr. întreg cu funcția </w:t>
      </w:r>
      <w:proofErr w:type="spellStart"/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int.Parse</w:t>
      </w:r>
      <w:proofErr w:type="spellEnd"/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()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număr real : 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f = </w:t>
      </w:r>
      <w:proofErr w:type="spellStart"/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float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.Parse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()); 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//șirul citit se transformă în nr. real cu funcția </w:t>
      </w:r>
      <w:proofErr w:type="spellStart"/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float.Parse</w:t>
      </w:r>
      <w:proofErr w:type="spellEnd"/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()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nIntroduceți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un șir : 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s = </w:t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.ReadLine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//afișare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lastRenderedPageBreak/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numărul întreg {0}"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i);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numărul real {0}"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f);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nAți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introdus șirul \"{0}\""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s);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catch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Exception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ex)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"Hopa! Ai făcut o boacănă : 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ex.Message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A55DB9" w:rsidRDefault="00A55DB9" w:rsidP="00A55DB9">
      <w:pPr>
        <w:tabs>
          <w:tab w:val="clear" w:pos="851"/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\</w:t>
      </w:r>
      <w:proofErr w:type="spellStart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nGata</w:t>
      </w:r>
      <w:proofErr w:type="spellEnd"/>
      <w:r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! "</w:t>
      </w:r>
      <w:r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8B38F4" w:rsidRDefault="00010D21" w:rsidP="002E3D04">
      <w:r>
        <w:tab/>
      </w:r>
      <w:r w:rsidR="00AE135B">
        <w:t xml:space="preserve">În acest caz se încearcă execuția comenzilor de citire și afișare (blocul de instrucțiuni </w:t>
      </w:r>
      <w:proofErr w:type="spellStart"/>
      <w:r w:rsidR="00AE135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try</w:t>
      </w:r>
      <w:proofErr w:type="spellEnd"/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lang w:eastAsia="en-US"/>
        </w:rPr>
        <w:t>…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  <w:r w:rsidR="00AE135B">
        <w:t xml:space="preserve">). Dacă nu se produc excepții programul se termină cu bine. Dacă ceva nu este în regulă se va produce o excepție (se zice că programul „aruncă” o excepție) care va fi „prinsă” de blocul </w:t>
      </w:r>
      <w:r w:rsidR="00AE135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catch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lang w:eastAsia="en-US"/>
        </w:rPr>
        <w:t>…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  <w:r w:rsidR="00AE135B">
        <w:t xml:space="preserve"> și execuția va sări la instrucțiunile din acesta după care programul se va termina. Blocul </w:t>
      </w:r>
      <w:r w:rsidR="00AE135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catch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lang w:eastAsia="en-US"/>
        </w:rPr>
        <w:t>…</w:t>
      </w:r>
      <w:r w:rsidR="00AE135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  <w:r w:rsidR="00AE135B">
        <w:t xml:space="preserve"> primește de la sistemul de execuție și câteva date despre excepția produsă, care se memorează într-un obiect de tip </w:t>
      </w:r>
      <w:proofErr w:type="spellStart"/>
      <w:r w:rsidR="00AE135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Exception</w:t>
      </w:r>
      <w:proofErr w:type="spellEnd"/>
      <w:r w:rsidR="00923252">
        <w:t xml:space="preserve"> și pot fi folosite pentru a afișa informații despre excepție (în exemplu mesajul de eroare).</w:t>
      </w:r>
    </w:p>
    <w:p w:rsidR="00AE135B" w:rsidRDefault="00AE135B" w:rsidP="002E3D04"/>
    <w:p w:rsidR="00B63EFE" w:rsidRPr="00B63EFE" w:rsidRDefault="00B63EFE" w:rsidP="002E3D04">
      <w:pPr>
        <w:rPr>
          <w:b/>
        </w:rPr>
      </w:pPr>
      <w:r w:rsidRPr="00B63EFE">
        <w:rPr>
          <w:b/>
        </w:rPr>
        <w:t>Probleme:</w:t>
      </w:r>
    </w:p>
    <w:p w:rsidR="00B427B0" w:rsidRDefault="00B63EFE" w:rsidP="007C0A95">
      <w:pPr>
        <w:pStyle w:val="ListParagraph"/>
        <w:numPr>
          <w:ilvl w:val="0"/>
          <w:numId w:val="3"/>
        </w:numPr>
        <w:contextualSpacing w:val="0"/>
      </w:pPr>
      <w:r>
        <w:t>Concepeți un program care afișează pe ecran s</w:t>
      </w:r>
      <w:r w:rsidR="00B427B0">
        <w:t>uma a două numere</w:t>
      </w:r>
      <w:r>
        <w:t xml:space="preserve"> reale citite de la tastatură</w:t>
      </w:r>
      <w:r w:rsidR="00B427B0">
        <w:t>.</w:t>
      </w:r>
    </w:p>
    <w:p w:rsidR="00B427B0" w:rsidRDefault="00B63EFE" w:rsidP="007C0A95">
      <w:pPr>
        <w:pStyle w:val="ListParagraph"/>
        <w:numPr>
          <w:ilvl w:val="0"/>
          <w:numId w:val="3"/>
        </w:numPr>
        <w:contextualSpacing w:val="0"/>
      </w:pPr>
      <w:r>
        <w:t>Concepeți un program care afișează pe ecran m</w:t>
      </w:r>
      <w:r w:rsidR="00B427B0">
        <w:t>aximul a două numere</w:t>
      </w:r>
      <w:r>
        <w:t xml:space="preserve"> reale citite de la tastatură</w:t>
      </w:r>
      <w:r w:rsidR="00B427B0">
        <w:t>.</w:t>
      </w:r>
    </w:p>
    <w:p w:rsidR="00B427B0" w:rsidRDefault="00B63EFE" w:rsidP="007C0A95">
      <w:pPr>
        <w:pStyle w:val="ListParagraph"/>
        <w:numPr>
          <w:ilvl w:val="0"/>
          <w:numId w:val="3"/>
        </w:numPr>
        <w:contextualSpacing w:val="0"/>
      </w:pPr>
      <w:r>
        <w:t xml:space="preserve">Concepeți un program care afișează pe ecran </w:t>
      </w:r>
      <w:proofErr w:type="spellStart"/>
      <w:r>
        <w:t>c</w:t>
      </w:r>
      <w:r w:rsidR="00B427B0">
        <w:t>.m.m.d.c</w:t>
      </w:r>
      <w:proofErr w:type="spellEnd"/>
      <w:r w:rsidR="00B427B0">
        <w:t xml:space="preserve">. și </w:t>
      </w:r>
      <w:proofErr w:type="spellStart"/>
      <w:r w:rsidR="00B427B0">
        <w:t>c.m.m.m.c</w:t>
      </w:r>
      <w:proofErr w:type="spellEnd"/>
      <w:r w:rsidR="00B427B0">
        <w:t>. a două numere</w:t>
      </w:r>
      <w:r>
        <w:t xml:space="preserve"> întregi citite de la tastatură</w:t>
      </w:r>
      <w:r w:rsidR="00B427B0">
        <w:t>.</w:t>
      </w:r>
    </w:p>
    <w:p w:rsidR="00B427B0" w:rsidRPr="004F11FB" w:rsidRDefault="00B25476" w:rsidP="007C0A95">
      <w:pPr>
        <w:pStyle w:val="ListParagraph"/>
        <w:numPr>
          <w:ilvl w:val="0"/>
          <w:numId w:val="3"/>
        </w:numPr>
        <w:contextualSpacing w:val="0"/>
      </w:pPr>
      <w:r>
        <w:t>Concepeți un program care citește un număr natural de la tastatură și verifică</w:t>
      </w:r>
      <w:r w:rsidR="00B427B0">
        <w:t xml:space="preserve"> dacă </w:t>
      </w:r>
      <w:r>
        <w:t>este</w:t>
      </w:r>
      <w:r w:rsidR="00B427B0">
        <w:t xml:space="preserve"> prim.</w:t>
      </w:r>
      <w:r w:rsidR="000B618F">
        <w:t xml:space="preserve"> </w:t>
      </w:r>
      <w:r w:rsidR="000B618F">
        <w:rPr>
          <w:i/>
        </w:rPr>
        <w:t>Pentru punct în plus rezolvați programul folosind o funcție „Prim”.</w:t>
      </w:r>
      <w:r w:rsidR="00134D61">
        <w:rPr>
          <w:i/>
        </w:rPr>
        <w:t xml:space="preserve"> Indicație: studiați unde și cum e definită funcția Main().</w:t>
      </w:r>
      <w:r w:rsidR="004C6065">
        <w:rPr>
          <w:i/>
        </w:rPr>
        <w:t xml:space="preserve"> Care este semnificația cuvântului cheie </w:t>
      </w:r>
      <w:r w:rsidR="004C6065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bookmarkStart w:id="0" w:name="_GoBack"/>
      <w:bookmarkEnd w:id="0"/>
      <w:r w:rsidR="004C6065">
        <w:rPr>
          <w:i/>
        </w:rPr>
        <w:t>?</w:t>
      </w:r>
    </w:p>
    <w:sectPr w:rsidR="00B427B0" w:rsidRPr="004F11FB" w:rsidSect="004F11F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51B" w:rsidRDefault="0057451B" w:rsidP="004F11FB">
      <w:pPr>
        <w:spacing w:before="0" w:after="0"/>
      </w:pPr>
      <w:r>
        <w:separator/>
      </w:r>
    </w:p>
  </w:endnote>
  <w:endnote w:type="continuationSeparator" w:id="0">
    <w:p w:rsidR="0057451B" w:rsidRDefault="0057451B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4F11FB">
    <w:pPr>
      <w:pStyle w:val="Footer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ab/>
      <w:t xml:space="preserve">Pagina </w:t>
    </w:r>
    <w:r w:rsidR="00D20FB2" w:rsidRPr="007C0A95">
      <w:rPr>
        <w:i/>
        <w:color w:val="808080" w:themeColor="background1" w:themeShade="80"/>
      </w:rPr>
      <w:fldChar w:fldCharType="begin"/>
    </w:r>
    <w:r w:rsidRPr="007C0A95">
      <w:rPr>
        <w:i/>
        <w:color w:val="808080" w:themeColor="background1" w:themeShade="80"/>
      </w:rPr>
      <w:instrText xml:space="preserve"> PAGE   \* MERGEFORMAT </w:instrText>
    </w:r>
    <w:r w:rsidR="00D20FB2" w:rsidRPr="007C0A95">
      <w:rPr>
        <w:i/>
        <w:color w:val="808080" w:themeColor="background1" w:themeShade="80"/>
      </w:rPr>
      <w:fldChar w:fldCharType="separate"/>
    </w:r>
    <w:r w:rsidR="004C6065">
      <w:rPr>
        <w:i/>
        <w:noProof/>
        <w:color w:val="808080" w:themeColor="background1" w:themeShade="80"/>
      </w:rPr>
      <w:t>2</w:t>
    </w:r>
    <w:r w:rsidR="00D20FB2" w:rsidRPr="007C0A95">
      <w:rPr>
        <w:i/>
        <w:noProof/>
        <w:color w:val="808080" w:themeColor="background1" w:themeShade="80"/>
      </w:rPr>
      <w:fldChar w:fldCharType="end"/>
    </w:r>
    <w:r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4C6065" w:rsidRPr="004C6065">
        <w:rPr>
          <w:i/>
          <w:noProof/>
          <w:color w:val="808080" w:themeColor="background1" w:themeShade="80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51B" w:rsidRDefault="0057451B" w:rsidP="004F11FB">
      <w:pPr>
        <w:spacing w:before="0" w:after="0"/>
      </w:pPr>
      <w:r>
        <w:separator/>
      </w:r>
    </w:p>
  </w:footnote>
  <w:footnote w:type="continuationSeparator" w:id="0">
    <w:p w:rsidR="0057451B" w:rsidRDefault="0057451B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FB" w:rsidRPr="007C0A95" w:rsidRDefault="00864CDA" w:rsidP="00A55DB9">
    <w:pPr>
      <w:pStyle w:val="Header"/>
      <w:jc w:val="cen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-19050</wp:posOffset>
              </wp:positionH>
              <wp:positionV relativeFrom="paragraph">
                <wp:posOffset>180975</wp:posOffset>
              </wp:positionV>
              <wp:extent cx="5867400" cy="0"/>
              <wp:effectExtent l="13335" t="12065" r="571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 cap="flat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prstDash val="lgDash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.5pt;margin-top:14.25pt;width:46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" strokecolor="gray [1629]">
              <v:stroke dashstyle="longDash"/>
            </v:shape>
          </w:pict>
        </mc:Fallback>
      </mc:AlternateConten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4"/>
    <w:rsid w:val="00010D21"/>
    <w:rsid w:val="000649A5"/>
    <w:rsid w:val="000B618F"/>
    <w:rsid w:val="000F1B54"/>
    <w:rsid w:val="00134D61"/>
    <w:rsid w:val="001579B7"/>
    <w:rsid w:val="001630B9"/>
    <w:rsid w:val="001F2C0B"/>
    <w:rsid w:val="00212844"/>
    <w:rsid w:val="00230446"/>
    <w:rsid w:val="002633AC"/>
    <w:rsid w:val="002E3D04"/>
    <w:rsid w:val="00363B17"/>
    <w:rsid w:val="003B454E"/>
    <w:rsid w:val="003D3DE6"/>
    <w:rsid w:val="00422800"/>
    <w:rsid w:val="004410C4"/>
    <w:rsid w:val="00443C92"/>
    <w:rsid w:val="004C6065"/>
    <w:rsid w:val="004F11FB"/>
    <w:rsid w:val="00545D73"/>
    <w:rsid w:val="00561AB7"/>
    <w:rsid w:val="0057451B"/>
    <w:rsid w:val="0067464D"/>
    <w:rsid w:val="006B5CC1"/>
    <w:rsid w:val="006E307F"/>
    <w:rsid w:val="007C0A95"/>
    <w:rsid w:val="007E3620"/>
    <w:rsid w:val="007E4030"/>
    <w:rsid w:val="007F7D27"/>
    <w:rsid w:val="00821FC0"/>
    <w:rsid w:val="0082545A"/>
    <w:rsid w:val="008459C0"/>
    <w:rsid w:val="00854A26"/>
    <w:rsid w:val="00864CDA"/>
    <w:rsid w:val="00885E9B"/>
    <w:rsid w:val="008B38F4"/>
    <w:rsid w:val="008C027A"/>
    <w:rsid w:val="008C6307"/>
    <w:rsid w:val="00923252"/>
    <w:rsid w:val="009A3890"/>
    <w:rsid w:val="009E1A81"/>
    <w:rsid w:val="009F7552"/>
    <w:rsid w:val="00A55DB9"/>
    <w:rsid w:val="00AA3425"/>
    <w:rsid w:val="00AE135B"/>
    <w:rsid w:val="00AF145C"/>
    <w:rsid w:val="00B031FB"/>
    <w:rsid w:val="00B131CC"/>
    <w:rsid w:val="00B25476"/>
    <w:rsid w:val="00B427B0"/>
    <w:rsid w:val="00B63EFE"/>
    <w:rsid w:val="00BB6E4D"/>
    <w:rsid w:val="00C05D2B"/>
    <w:rsid w:val="00C50778"/>
    <w:rsid w:val="00C84E2B"/>
    <w:rsid w:val="00CA148B"/>
    <w:rsid w:val="00CB7FC6"/>
    <w:rsid w:val="00CD59E6"/>
    <w:rsid w:val="00D0246A"/>
    <w:rsid w:val="00D05988"/>
    <w:rsid w:val="00D12737"/>
    <w:rsid w:val="00D20FB2"/>
    <w:rsid w:val="00D22950"/>
    <w:rsid w:val="00D66572"/>
    <w:rsid w:val="00E66AEF"/>
    <w:rsid w:val="00EA49D7"/>
    <w:rsid w:val="00EB25BB"/>
    <w:rsid w:val="00EB7EDB"/>
    <w:rsid w:val="00F2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0A8D4EA-1405-4832-B12C-BBFB4CD24BC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6</TotalTime>
  <Pages>2</Pages>
  <Words>564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tao</cp:lastModifiedBy>
  <cp:revision>8</cp:revision>
  <cp:lastPrinted>2013-09-19T07:08:00Z</cp:lastPrinted>
  <dcterms:created xsi:type="dcterms:W3CDTF">2014-09-30T19:14:00Z</dcterms:created>
  <dcterms:modified xsi:type="dcterms:W3CDTF">2014-10-01T19:33:00Z</dcterms:modified>
</cp:coreProperties>
</file>